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635F25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 w:rsidR="00D07633">
        <w:rPr>
          <w:rFonts w:ascii="Arial" w:hAnsi="Arial"/>
          <w:lang w:val="fr-BE"/>
        </w:rPr>
        <w:t xml:space="preserve">a vanne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 xml:space="preserve">murale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07633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D07633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6151" w14:textId="77777777" w:rsidR="00965EED" w:rsidRDefault="00965EED">
      <w:r>
        <w:separator/>
      </w:r>
    </w:p>
  </w:endnote>
  <w:endnote w:type="continuationSeparator" w:id="0">
    <w:p w14:paraId="3896CCEE" w14:textId="77777777" w:rsidR="00965EED" w:rsidRDefault="0096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BAF1" w14:textId="77777777" w:rsidR="00965EED" w:rsidRDefault="00965EED">
      <w:r>
        <w:separator/>
      </w:r>
    </w:p>
  </w:footnote>
  <w:footnote w:type="continuationSeparator" w:id="0">
    <w:p w14:paraId="0AF3C5DE" w14:textId="77777777" w:rsidR="00965EED" w:rsidRDefault="00965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5389896D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D07633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09E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EED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7633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2EDBB160-0A1B-4221-A39C-AFB6BDD8E3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2023-12-22T08:14:00Z</dcterms:created>
  <dcterms:modified xsi:type="dcterms:W3CDTF">2023-12-22T08:15:00Z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